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0D" w:rsidRPr="00CE5A7E" w:rsidRDefault="00B5250D" w:rsidP="00416689">
      <w:pPr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B5250D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B5250D" w:rsidRPr="00CE5A7E" w:rsidRDefault="00B5250D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–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EVIDENCE OBYVATEL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  <w:t>čl.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B5250D" w:rsidRPr="00CE5A7E" w:rsidRDefault="00B5250D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B5250D" w:rsidRDefault="00B5250D" w:rsidP="004D1F25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bookmarkStart w:id="0" w:name="_GoBack"/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 w:rsidRPr="004D1F25"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B5250D" w:rsidRPr="00CE5A7E" w:rsidRDefault="00B5250D" w:rsidP="004D1F25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 w:rsidRPr="004D1F25"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  <w:bookmarkEnd w:id="0"/>
          </w:p>
        </w:tc>
      </w:tr>
      <w:tr w:rsidR="00B5250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5250D" w:rsidRPr="00CE5A7E" w:rsidRDefault="00B5250D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B5250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B5250D" w:rsidRPr="00CE5A7E" w:rsidRDefault="00B5250D" w:rsidP="00077A8C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>EVIDENCE OBYVATEL</w:t>
            </w:r>
          </w:p>
        </w:tc>
      </w:tr>
      <w:tr w:rsidR="00B5250D" w:rsidRPr="00CE5A7E" w:rsidTr="00C97FC0">
        <w:trPr>
          <w:trHeight w:val="1368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B5250D" w:rsidRPr="007807D1" w:rsidRDefault="00B5250D" w:rsidP="007807D1">
            <w:pPr>
              <w:spacing w:before="60" w:after="120" w:line="240" w:lineRule="auto"/>
              <w:jc w:val="left"/>
              <w:rPr>
                <w:rFonts w:cs="Arial"/>
                <w:b/>
                <w:lang w:eastAsia="cs-CZ"/>
              </w:rPr>
            </w:pPr>
            <w:r w:rsidRPr="007807D1"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 w:rsidR="00B5250D" w:rsidRPr="00CE5A7E" w:rsidRDefault="00B5250D" w:rsidP="00644A40">
            <w:pPr>
              <w:spacing w:after="12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 xml:space="preserve">ákon č. </w:t>
            </w:r>
            <w:r>
              <w:rPr>
                <w:rFonts w:cs="Arial"/>
              </w:rPr>
              <w:t xml:space="preserve">133/2000 Sb., </w:t>
            </w:r>
            <w:r w:rsidRPr="00644A40">
              <w:rPr>
                <w:rFonts w:cs="Arial"/>
              </w:rPr>
              <w:t>o evidenci obyvatel a rodných čís</w:t>
            </w:r>
            <w:r>
              <w:rPr>
                <w:rFonts w:cs="Arial"/>
              </w:rPr>
              <w:t xml:space="preserve">lech a o změně některých zákonů </w:t>
            </w:r>
            <w:r w:rsidRPr="00644A40">
              <w:rPr>
                <w:rFonts w:cs="Arial"/>
              </w:rPr>
              <w:t>(zákon o evidenci obyvatel)</w:t>
            </w:r>
            <w:r>
              <w:rPr>
                <w:rFonts w:cs="Arial"/>
              </w:rPr>
              <w:t>,</w:t>
            </w:r>
          </w:p>
          <w:p w:rsidR="00B5250D" w:rsidRPr="007807D1" w:rsidRDefault="00B5250D" w:rsidP="00644A4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</w:rPr>
              <w:t>p</w:t>
            </w:r>
            <w:r w:rsidRPr="00CE5A7E">
              <w:rPr>
                <w:rFonts w:cs="Arial"/>
              </w:rPr>
              <w:t>rováděcí právní předpisy k</w:t>
            </w:r>
            <w:r>
              <w:rPr>
                <w:rFonts w:cs="Arial"/>
              </w:rPr>
              <w:t> zákonu o evidenci obyvatel</w:t>
            </w:r>
            <w:r w:rsidRPr="00CE5A7E">
              <w:rPr>
                <w:rFonts w:cs="Arial"/>
              </w:rPr>
              <w:t>.</w:t>
            </w:r>
          </w:p>
        </w:tc>
      </w:tr>
      <w:tr w:rsidR="00B5250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5250D" w:rsidRPr="00CE5A7E" w:rsidRDefault="00B5250D" w:rsidP="001F5406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B5250D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5250D" w:rsidRDefault="00B5250D" w:rsidP="00DC1BC9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Občan České republiky vyplňující přihlašovací tiskopis v souvislosti s trvalým pobytem.</w:t>
            </w:r>
          </w:p>
          <w:p w:rsidR="00B5250D" w:rsidRDefault="00B5250D" w:rsidP="00DC1BC9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Vlastník objektu, o němž jsou vyplňovány údaje do přihlašovacího tiskopisu.</w:t>
            </w:r>
          </w:p>
          <w:p w:rsidR="00B5250D" w:rsidRPr="00CE5A7E" w:rsidRDefault="00B5250D" w:rsidP="00DC1BC9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Obyvatel starší 15 let (žádající o výpis údajů vedených v </w:t>
            </w:r>
            <w:r w:rsidRPr="00DC1BC9">
              <w:rPr>
                <w:rFonts w:cs="Arial"/>
                <w:color w:val="000000"/>
                <w:lang w:eastAsia="cs-CZ"/>
              </w:rPr>
              <w:t>informačním systému</w:t>
            </w:r>
            <w:r>
              <w:rPr>
                <w:rFonts w:cs="Arial"/>
                <w:color w:val="000000"/>
                <w:lang w:eastAsia="cs-CZ"/>
              </w:rPr>
              <w:t xml:space="preserve"> evidence obyvatel</w:t>
            </w:r>
            <w:r w:rsidRPr="00DC1BC9">
              <w:rPr>
                <w:rFonts w:cs="Arial"/>
                <w:color w:val="000000"/>
                <w:lang w:eastAsia="cs-CZ"/>
              </w:rPr>
              <w:t xml:space="preserve"> k jeho osobě a k osobě blízké</w:t>
            </w:r>
            <w:r>
              <w:rPr>
                <w:rFonts w:cs="Arial"/>
                <w:color w:val="000000"/>
                <w:lang w:eastAsia="cs-CZ"/>
              </w:rPr>
              <w:t>).</w:t>
            </w:r>
          </w:p>
        </w:tc>
      </w:tr>
      <w:tr w:rsidR="00B5250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5250D" w:rsidRPr="00CE5A7E" w:rsidRDefault="00B5250D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B5250D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5250D" w:rsidRPr="00CE5A7E" w:rsidRDefault="00B5250D" w:rsidP="00DC1BC9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Základní identifikační údaje, údaje o trvalém pobytu na území České republiky a ostatní údaje vedené v informačním systému evidence obyvatel.</w:t>
            </w:r>
          </w:p>
        </w:tc>
      </w:tr>
      <w:tr w:rsidR="00B5250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5250D" w:rsidRPr="003441F4" w:rsidRDefault="00B5250D" w:rsidP="003441F4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B5250D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5250D" w:rsidRPr="00CE5A7E" w:rsidRDefault="00B5250D" w:rsidP="003171AA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Správce informačního systému evidence obyvatel. Vlastník objektu. </w:t>
            </w:r>
            <w:r w:rsidRPr="00CE5A7E">
              <w:rPr>
                <w:rFonts w:cs="Arial"/>
                <w:lang w:eastAsia="cs-CZ"/>
              </w:rPr>
              <w:t>Kontrolní orgány (</w:t>
            </w:r>
            <w:r>
              <w:rPr>
                <w:rFonts w:cs="Arial"/>
                <w:lang w:eastAsia="cs-CZ"/>
              </w:rPr>
              <w:t>Ministerstvo vnitra</w:t>
            </w:r>
            <w:r w:rsidRPr="00CE5A7E">
              <w:rPr>
                <w:rFonts w:cs="Arial"/>
                <w:lang w:eastAsia="cs-CZ"/>
              </w:rPr>
              <w:t>)</w:t>
            </w:r>
            <w:r>
              <w:rPr>
                <w:rFonts w:cs="Arial"/>
                <w:lang w:eastAsia="cs-CZ"/>
              </w:rPr>
              <w:t>.</w:t>
            </w:r>
            <w:r>
              <w:t xml:space="preserve"> </w:t>
            </w:r>
            <w:r w:rsidRPr="003171AA">
              <w:rPr>
                <w:rFonts w:cs="Arial"/>
                <w:lang w:eastAsia="cs-CZ"/>
              </w:rPr>
              <w:t>Obyvatel starší 15 let.</w:t>
            </w:r>
          </w:p>
        </w:tc>
      </w:tr>
      <w:tr w:rsidR="00B5250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5250D" w:rsidRPr="00F32E8D" w:rsidRDefault="00B5250D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B5250D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5250D" w:rsidRPr="00CE5A7E" w:rsidRDefault="00B5250D" w:rsidP="00BF686A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</w:t>
            </w:r>
            <w:r w:rsidRPr="00BF686A">
              <w:rPr>
                <w:rFonts w:cs="Arial"/>
                <w:lang w:eastAsia="cs-CZ"/>
              </w:rPr>
              <w:t>daje v informačním systému</w:t>
            </w:r>
            <w:r>
              <w:rPr>
                <w:rFonts w:cs="Arial"/>
                <w:lang w:eastAsia="cs-CZ"/>
              </w:rPr>
              <w:t xml:space="preserve"> evidence obyvatel se uchovávají po dobu 75 let po </w:t>
            </w:r>
            <w:r w:rsidRPr="00BF686A">
              <w:rPr>
                <w:rFonts w:cs="Arial"/>
                <w:lang w:eastAsia="cs-CZ"/>
              </w:rPr>
              <w:t>úmrtí občana nebo prohlášení osoby za mrtvou</w:t>
            </w:r>
            <w:r>
              <w:rPr>
                <w:rFonts w:cs="Arial"/>
                <w:lang w:eastAsia="cs-CZ"/>
              </w:rPr>
              <w:t>.</w:t>
            </w:r>
            <w:r w:rsidRPr="00BF686A">
              <w:rPr>
                <w:rFonts w:cs="Arial"/>
                <w:lang w:eastAsia="cs-CZ"/>
              </w:rPr>
              <w:t xml:space="preserve"> Záznamy o poskytnutí údajů z informačního systému </w:t>
            </w:r>
            <w:r>
              <w:rPr>
                <w:rFonts w:cs="Arial"/>
                <w:lang w:eastAsia="cs-CZ"/>
              </w:rPr>
              <w:t xml:space="preserve">evidence obyvatel </w:t>
            </w:r>
            <w:r w:rsidRPr="00BF686A">
              <w:rPr>
                <w:rFonts w:cs="Arial"/>
                <w:lang w:eastAsia="cs-CZ"/>
              </w:rPr>
              <w:t>se uchovávají po dobu 10 let.</w:t>
            </w:r>
          </w:p>
        </w:tc>
      </w:tr>
      <w:tr w:rsidR="00B5250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5250D" w:rsidRPr="0074279D" w:rsidRDefault="00B5250D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B5250D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5250D" w:rsidRDefault="00B5250D" w:rsidP="0074279D">
            <w:pPr>
              <w:spacing w:before="60" w:after="60" w:line="240" w:lineRule="auto"/>
              <w:rPr>
                <w:rFonts w:cs="Arial"/>
                <w:lang w:eastAsia="cs-CZ"/>
              </w:rPr>
            </w:pPr>
            <w:r w:rsidRPr="00BF686A">
              <w:rPr>
                <w:rFonts w:cs="Arial"/>
                <w:lang w:eastAsia="cs-CZ"/>
              </w:rPr>
              <w:t>Ohlašovna vede a zpracovává přihlašovací tiskopisy tak, aby byly důsledně chráněny osobní údaje v nich uvedené před neoprávněným zasahováním</w:t>
            </w:r>
            <w:r>
              <w:rPr>
                <w:rFonts w:cs="Arial"/>
                <w:lang w:eastAsia="cs-CZ"/>
              </w:rPr>
              <w:t xml:space="preserve"> a bylo zabráněno </w:t>
            </w:r>
            <w:r w:rsidRPr="00BF686A">
              <w:rPr>
                <w:rFonts w:cs="Arial"/>
                <w:lang w:eastAsia="cs-CZ"/>
              </w:rPr>
              <w:t>neoprávněnému nebo nahodilému přístupu k takto vedeným osobním údajům, k jejich změně, zničení, či ztrátě, neoprávněným přenosům, k jejich neoprávněnému zpracov</w:t>
            </w:r>
            <w:r>
              <w:rPr>
                <w:rFonts w:cs="Arial"/>
                <w:lang w:eastAsia="cs-CZ"/>
              </w:rPr>
              <w:t>ání, jakož i k jinému zneužití.</w:t>
            </w:r>
          </w:p>
          <w:p w:rsidR="00B5250D" w:rsidRPr="0074279D" w:rsidRDefault="00B5250D" w:rsidP="00DC1BC9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Přístup k informačnímu systému evidence obyvatel je zabezpečen hesly v souladu s nastavením přístupových práv vnitřními předpisy obce.</w:t>
            </w:r>
          </w:p>
        </w:tc>
      </w:tr>
    </w:tbl>
    <w:p w:rsidR="00B5250D" w:rsidRPr="00CE5A7E" w:rsidRDefault="00B5250D">
      <w:pPr>
        <w:rPr>
          <w:rFonts w:cs="Arial"/>
        </w:rPr>
      </w:pPr>
    </w:p>
    <w:sectPr w:rsidR="00B5250D" w:rsidRPr="00CE5A7E" w:rsidSect="00CE5A7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77A8C"/>
    <w:rsid w:val="001D3C73"/>
    <w:rsid w:val="001F5406"/>
    <w:rsid w:val="003171AA"/>
    <w:rsid w:val="00317882"/>
    <w:rsid w:val="003441F4"/>
    <w:rsid w:val="00363236"/>
    <w:rsid w:val="003C7AA7"/>
    <w:rsid w:val="00416689"/>
    <w:rsid w:val="004C7453"/>
    <w:rsid w:val="004D0C21"/>
    <w:rsid w:val="004D1F25"/>
    <w:rsid w:val="0058121C"/>
    <w:rsid w:val="005C561E"/>
    <w:rsid w:val="00644A40"/>
    <w:rsid w:val="00736031"/>
    <w:rsid w:val="0074279D"/>
    <w:rsid w:val="00746244"/>
    <w:rsid w:val="007807D1"/>
    <w:rsid w:val="007A2320"/>
    <w:rsid w:val="0081005E"/>
    <w:rsid w:val="00B5250D"/>
    <w:rsid w:val="00BE1EA3"/>
    <w:rsid w:val="00BF686A"/>
    <w:rsid w:val="00C31AA0"/>
    <w:rsid w:val="00C97FC0"/>
    <w:rsid w:val="00CC2319"/>
    <w:rsid w:val="00CE5A7E"/>
    <w:rsid w:val="00D5687E"/>
    <w:rsid w:val="00DC1BC9"/>
    <w:rsid w:val="00E05CC2"/>
    <w:rsid w:val="00E74D30"/>
    <w:rsid w:val="00EA21D3"/>
    <w:rsid w:val="00F32E8D"/>
    <w:rsid w:val="00FE5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320</Words>
  <Characters>1894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10</cp:revision>
  <dcterms:created xsi:type="dcterms:W3CDTF">2018-02-15T11:11:00Z</dcterms:created>
  <dcterms:modified xsi:type="dcterms:W3CDTF">2018-11-26T20:09:00Z</dcterms:modified>
</cp:coreProperties>
</file>