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C8D" w:rsidRPr="00CE5A7E" w:rsidRDefault="00020C8D" w:rsidP="00D84001">
      <w:pPr>
        <w:spacing w:line="240" w:lineRule="auto"/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020C8D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020C8D" w:rsidRPr="00CE5A7E" w:rsidRDefault="00020C8D" w:rsidP="00D84001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SOCIÁLNÍ SLUŽBY, POMOC V HMOTNÉ NOUZI, VEŘEJNÉ OPATROVNICTVÍ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020C8D" w:rsidRPr="00CE5A7E" w:rsidRDefault="00020C8D" w:rsidP="00D84001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020C8D" w:rsidRDefault="00020C8D" w:rsidP="00E40ED7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020C8D" w:rsidRPr="00CE5A7E" w:rsidRDefault="00020C8D" w:rsidP="00E40ED7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Start w:id="0" w:name="_GoBack"/>
            <w:bookmarkEnd w:id="0"/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CE5A7E" w:rsidRDefault="00020C8D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020C8D" w:rsidRPr="00CE5A7E" w:rsidRDefault="00020C8D" w:rsidP="00770F41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NA ÚSEKU SOCIÁLNÍCH SLUŽEB, POMOCI V HMOTNÉ NOUZI A VEŘEJNÉHO OPATROVNICTVÍ</w:t>
            </w:r>
          </w:p>
        </w:tc>
      </w:tr>
      <w:tr w:rsidR="00020C8D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Default="00020C8D" w:rsidP="00D84001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 xml:space="preserve">pro splnění </w:t>
            </w:r>
            <w:r>
              <w:rPr>
                <w:rFonts w:cs="Arial"/>
                <w:b/>
                <w:color w:val="000000"/>
                <w:lang w:eastAsia="cs-CZ"/>
              </w:rPr>
              <w:t>právní povinnosti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020C8D" w:rsidRDefault="00020C8D" w:rsidP="00D84001">
            <w:pPr>
              <w:spacing w:before="60" w:after="60" w:line="240" w:lineRule="auto"/>
            </w:pPr>
            <w:r>
              <w:t xml:space="preserve">1. zprostředkování </w:t>
            </w:r>
            <w:r w:rsidRPr="00770F41">
              <w:t>možnosti pos</w:t>
            </w:r>
            <w:r>
              <w:t>kytnutí sociální služby anebo zprostředkování kontaktu s </w:t>
            </w:r>
            <w:r w:rsidRPr="00770F41">
              <w:t>poskytovatelem sociálních služeb</w:t>
            </w:r>
            <w:r>
              <w:t xml:space="preserve"> obcí na žádost podle § 90 zákona č. 108/2006 Sb., o sociálních službách,</w:t>
            </w:r>
          </w:p>
          <w:p w:rsidR="00020C8D" w:rsidRDefault="00020C8D" w:rsidP="00D84001">
            <w:pPr>
              <w:spacing w:before="60" w:after="60" w:line="240" w:lineRule="auto"/>
            </w:pPr>
            <w:r>
              <w:t>2. sdělení orgánům pomoci v hmotné nouzi, která je obec povinna poskytovat podle zákona č. 111/2006 Sb., o pomoci v hmotné nouzi,</w:t>
            </w:r>
          </w:p>
          <w:p w:rsidR="00020C8D" w:rsidRDefault="00020C8D" w:rsidP="00D84001">
            <w:pPr>
              <w:spacing w:before="60" w:after="60" w:line="240" w:lineRule="auto"/>
            </w:pPr>
            <w:r>
              <w:t>3. činnosti související s výkonem veřejné služby pro obec podle § 18a zákona č. 111/2006 Sb.,</w:t>
            </w:r>
          </w:p>
          <w:p w:rsidR="00020C8D" w:rsidRDefault="00020C8D" w:rsidP="00D84001">
            <w:pPr>
              <w:spacing w:before="60" w:after="60" w:line="240" w:lineRule="auto"/>
            </w:pPr>
            <w:r>
              <w:t>4. vyřizování žádostí o pomoc při získání přiměřeného bydlení a další činnosti související s agendou doplatku na bydlení podle § 33 zákona č. 111/2006 Sb.,</w:t>
            </w:r>
          </w:p>
          <w:p w:rsidR="00020C8D" w:rsidRDefault="00020C8D" w:rsidP="00D84001">
            <w:pPr>
              <w:spacing w:before="60" w:after="60" w:line="240" w:lineRule="auto"/>
            </w:pPr>
            <w:r>
              <w:t xml:space="preserve">5. veřejné opatrovnictví podle § </w:t>
            </w:r>
            <w:smartTag w:uri="urn:schemas-microsoft-com:office:smarttags" w:element="metricconverter">
              <w:smartTagPr>
                <w:attr w:name="ProductID" w:val="471 a"/>
              </w:smartTagPr>
              <w:r>
                <w:t>471 a</w:t>
              </w:r>
            </w:smartTag>
            <w:r>
              <w:t xml:space="preserve"> § 468 zákona č. 89/2012 Sb., občanský zákoník,</w:t>
            </w:r>
          </w:p>
          <w:p w:rsidR="00020C8D" w:rsidRDefault="00020C8D" w:rsidP="00770F41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e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>pro splnění úkolu prováděného ve veřejném záj</w:t>
            </w:r>
            <w:r>
              <w:rPr>
                <w:rFonts w:cs="Arial"/>
                <w:b/>
                <w:color w:val="000000"/>
                <w:lang w:eastAsia="cs-CZ"/>
              </w:rPr>
              <w:t>mu nebo při výkonu veřejné moci:</w:t>
            </w:r>
          </w:p>
          <w:p w:rsidR="00020C8D" w:rsidRPr="00600D8C" w:rsidRDefault="00020C8D" w:rsidP="008D65D8">
            <w:pPr>
              <w:spacing w:before="60" w:after="60" w:line="240" w:lineRule="auto"/>
            </w:pPr>
            <w:r>
              <w:t>6. zpracování střednědobého</w:t>
            </w:r>
            <w:r w:rsidRPr="00103398">
              <w:t xml:space="preserve"> plán</w:t>
            </w:r>
            <w:r>
              <w:t>u</w:t>
            </w:r>
            <w:r w:rsidRPr="00103398">
              <w:t xml:space="preserve"> rozvoje sociálních služeb</w:t>
            </w:r>
            <w:r>
              <w:t xml:space="preserve"> podle § 94 písm. d) zákona č. 108/2006 Sb.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CE5A7E" w:rsidRDefault="00020C8D" w:rsidP="00D84001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020C8D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Default="00020C8D" w:rsidP="006C5434">
            <w:pPr>
              <w:spacing w:before="60" w:after="60" w:line="240" w:lineRule="auto"/>
            </w:pPr>
            <w:r>
              <w:rPr>
                <w:rFonts w:cs="Arial"/>
                <w:color w:val="000000"/>
                <w:lang w:eastAsia="cs-CZ"/>
              </w:rPr>
              <w:t xml:space="preserve">1: žadatel o </w:t>
            </w:r>
            <w:r>
              <w:t xml:space="preserve">zprostředkování </w:t>
            </w:r>
            <w:r w:rsidRPr="00770F41">
              <w:t>možnosti pos</w:t>
            </w:r>
            <w:r>
              <w:t>kytnutí sociální služby anebo zprostředkování kontaktu s </w:t>
            </w:r>
            <w:r w:rsidRPr="00770F41">
              <w:t>poskytovatelem sociálních služeb</w:t>
            </w:r>
            <w:r>
              <w:t>,</w:t>
            </w:r>
          </w:p>
          <w:p w:rsidR="00020C8D" w:rsidRDefault="00020C8D" w:rsidP="006C5434">
            <w:pPr>
              <w:spacing w:before="60" w:after="60" w:line="240" w:lineRule="auto"/>
            </w:pPr>
            <w:r>
              <w:t>2: žadatel o dávky pomoci v hmotné nouzi, příjemce těchto dávek, společně posuzovaná osoba,</w:t>
            </w:r>
          </w:p>
          <w:p w:rsidR="00020C8D" w:rsidRDefault="00020C8D" w:rsidP="006C5434">
            <w:pPr>
              <w:spacing w:before="60" w:after="60" w:line="240" w:lineRule="auto"/>
            </w:pPr>
            <w:r>
              <w:t>3: osoba vykonávající veřejnou službu,</w:t>
            </w:r>
          </w:p>
          <w:p w:rsidR="00020C8D" w:rsidRDefault="00020C8D" w:rsidP="006C5434">
            <w:pPr>
              <w:spacing w:before="60" w:after="60" w:line="240" w:lineRule="auto"/>
            </w:pPr>
            <w:r>
              <w:t>4: žadatel o pomoc při získání přiměřeného bydlení, žadatelé nebo příjemci doplatku na bydlení,</w:t>
            </w:r>
          </w:p>
          <w:p w:rsidR="00020C8D" w:rsidRDefault="00020C8D" w:rsidP="006C5434">
            <w:pPr>
              <w:spacing w:before="60" w:after="60" w:line="240" w:lineRule="auto"/>
            </w:pPr>
            <w:r>
              <w:t>5: opatrovanec, osoby, s jejichž údaji se obec potřebuje seznámit za účelem výkonu veřejného opatrovnictví,</w:t>
            </w:r>
          </w:p>
          <w:p w:rsidR="00020C8D" w:rsidRPr="00C52BFF" w:rsidRDefault="00020C8D" w:rsidP="00E8550F">
            <w:pPr>
              <w:spacing w:before="60" w:after="60" w:line="240" w:lineRule="auto"/>
            </w:pPr>
            <w:r>
              <w:t>6: osoba, které jsou poskytovány sociální služby a obec s ní spolupracuje na zpracování střednědobého plánu rozvoje sociálních služeb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CE5A7E" w:rsidRDefault="00020C8D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020C8D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Default="00020C8D" w:rsidP="00526F5F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1, 2, 4, 5, 6: základní identifikační údaje,</w:t>
            </w:r>
          </w:p>
          <w:p w:rsidR="00020C8D" w:rsidRDefault="00020C8D" w:rsidP="00526F5F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3: údaje ze smlouvy o výkonu veřejné služby: </w:t>
            </w:r>
            <w:r w:rsidRPr="003F3925">
              <w:rPr>
                <w:rFonts w:cs="Arial"/>
                <w:lang w:eastAsia="cs-CZ"/>
              </w:rPr>
              <w:t>jméno, popřípadě jména, příjmení, den, měsí</w:t>
            </w:r>
            <w:r>
              <w:rPr>
                <w:rFonts w:cs="Arial"/>
                <w:lang w:eastAsia="cs-CZ"/>
              </w:rPr>
              <w:t>c a rok narození a trvalý pobyt, místo, předmět a doba</w:t>
            </w:r>
            <w:r w:rsidRPr="003F3925">
              <w:rPr>
                <w:rFonts w:cs="Arial"/>
                <w:lang w:eastAsia="cs-CZ"/>
              </w:rPr>
              <w:t xml:space="preserve"> výkonu veřejné služby,</w:t>
            </w:r>
          </w:p>
          <w:p w:rsidR="00020C8D" w:rsidRDefault="00020C8D" w:rsidP="003F3925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1, 2, </w:t>
            </w:r>
            <w:smartTag w:uri="urn:schemas-microsoft-com:office:smarttags" w:element="metricconverter">
              <w:smartTagPr>
                <w:attr w:name="ProductID" w:val="4 a"/>
              </w:smartTagPr>
              <w:r>
                <w:rPr>
                  <w:rFonts w:cs="Arial"/>
                  <w:lang w:eastAsia="cs-CZ"/>
                </w:rPr>
                <w:t>4 a</w:t>
              </w:r>
            </w:smartTag>
            <w:r>
              <w:rPr>
                <w:rFonts w:cs="Arial"/>
                <w:lang w:eastAsia="cs-CZ"/>
              </w:rPr>
              <w:t xml:space="preserve"> 6: údaje o sociální situaci subjektu údajů nezbytné k vyřízení jeho žádosti nebo k poskytnutí sdělení orgánu pomoci v hmotné nouzi, popřípadě k vytvoření střednědobého plánu rozvoje sociálních služeb,</w:t>
            </w:r>
          </w:p>
          <w:p w:rsidR="00020C8D" w:rsidRPr="00CE5A7E" w:rsidRDefault="00020C8D" w:rsidP="007F3559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 xml:space="preserve">5: Osobní údaje opatrovance potřebné k naplňování jeho práv a ochraně jeho zájmů v souladu s § </w:t>
            </w:r>
            <w:smartTag w:uri="urn:schemas-microsoft-com:office:smarttags" w:element="metricconverter">
              <w:smartTagPr>
                <w:attr w:name="ProductID" w:val="466 a"/>
              </w:smartTagPr>
              <w:r>
                <w:rPr>
                  <w:rFonts w:cs="Arial"/>
                  <w:lang w:eastAsia="cs-CZ"/>
                </w:rPr>
                <w:t>466 a</w:t>
              </w:r>
            </w:smartTag>
            <w:r>
              <w:rPr>
                <w:rFonts w:cs="Arial"/>
                <w:lang w:eastAsia="cs-CZ"/>
              </w:rPr>
              <w:t xml:space="preserve"> 467 občanského zákoníku (tedy včetně údajů o zdravotní stavu, názorech, přesvědčení, vyznání, schopnostech a relevantních představách a přáních).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3441F4" w:rsidRDefault="00020C8D" w:rsidP="00D84001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020C8D" w:rsidRPr="00CE5A7E" w:rsidTr="00B0182B">
        <w:trPr>
          <w:trHeight w:val="409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Pr="00CE5A7E" w:rsidRDefault="00020C8D" w:rsidP="008D65D8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Poskytovatelé sociálních služeb, orgány pomoci v hmotné nouzi, soudy, osoby a správní orgány, jimž je potřeba poskytovat údaje opatrovance při naplňování jeho práv a ochraně jeho zájmů a při uskutečňování agendy veřejného opatrovnictví (včetně financování).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F32E8D" w:rsidRDefault="00020C8D" w:rsidP="00D84001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020C8D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Default="00020C8D" w:rsidP="00E8550F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 až 4, 6: osobní údaje jsou zpracovávány po dobu nezbytnou pro splnění právní povinnosti prodlouženou o dobu potřebnou pro skartační řízení (zpravidla 3 roky od získání osobních údajů).</w:t>
            </w:r>
          </w:p>
          <w:p w:rsidR="00020C8D" w:rsidRPr="00CE5A7E" w:rsidRDefault="00020C8D" w:rsidP="00E8550F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5: osobní údaje jsou zpracovávány po dobu trvání veřejného opatrovnictví a navazující dobu nezbytnou pro uplatňování práv a plnění povinností z právního vztahu veřejného opatrovnictví, včetně kontrolní činnosti, případných soudních řízení a také s přihlédnutím k pravděpodobnosti, že se obec stane veřejným opatrovníkem téhož opatrovance opakovaně.</w:t>
            </w:r>
          </w:p>
        </w:tc>
      </w:tr>
      <w:tr w:rsidR="00020C8D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20C8D" w:rsidRPr="0074279D" w:rsidRDefault="00020C8D" w:rsidP="00D84001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020C8D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20C8D" w:rsidRPr="0074279D" w:rsidRDefault="00020C8D" w:rsidP="000D68B6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Listiny s osobními údaji jsou uzamykány, údaje zpracovávané elektronicky jsou zabezpečeny přístupovými hesly. K osobním údajům mají přístup pouze osoby, které se s nimi potřebují seznamovat při plnění úkolů v rámci příslušných agend obce, nebo jimž jsou v souladu s právními důvody zpracování zpřístupněny.</w:t>
            </w:r>
          </w:p>
        </w:tc>
      </w:tr>
    </w:tbl>
    <w:p w:rsidR="00020C8D" w:rsidRPr="00CE5A7E" w:rsidRDefault="00020C8D" w:rsidP="00D84001">
      <w:pPr>
        <w:spacing w:line="240" w:lineRule="auto"/>
        <w:rPr>
          <w:rFonts w:cs="Arial"/>
        </w:rPr>
      </w:pPr>
    </w:p>
    <w:sectPr w:rsidR="00020C8D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20C8D"/>
    <w:rsid w:val="000214D3"/>
    <w:rsid w:val="0003434F"/>
    <w:rsid w:val="00041CC2"/>
    <w:rsid w:val="00077A8C"/>
    <w:rsid w:val="00096668"/>
    <w:rsid w:val="000C7DE0"/>
    <w:rsid w:val="000D68B6"/>
    <w:rsid w:val="00103398"/>
    <w:rsid w:val="00152B28"/>
    <w:rsid w:val="00182E87"/>
    <w:rsid w:val="00192AFB"/>
    <w:rsid w:val="001D3C73"/>
    <w:rsid w:val="001E363E"/>
    <w:rsid w:val="002332A0"/>
    <w:rsid w:val="00240FCE"/>
    <w:rsid w:val="00291F63"/>
    <w:rsid w:val="002B2EE9"/>
    <w:rsid w:val="002B359F"/>
    <w:rsid w:val="002C40D3"/>
    <w:rsid w:val="002D121E"/>
    <w:rsid w:val="00310E6B"/>
    <w:rsid w:val="003171AA"/>
    <w:rsid w:val="00317882"/>
    <w:rsid w:val="0032200A"/>
    <w:rsid w:val="00335938"/>
    <w:rsid w:val="003441F4"/>
    <w:rsid w:val="00363236"/>
    <w:rsid w:val="00366B62"/>
    <w:rsid w:val="003B3662"/>
    <w:rsid w:val="003F3925"/>
    <w:rsid w:val="00416689"/>
    <w:rsid w:val="00443073"/>
    <w:rsid w:val="004C7453"/>
    <w:rsid w:val="004D0C21"/>
    <w:rsid w:val="004D5A53"/>
    <w:rsid w:val="0051046F"/>
    <w:rsid w:val="00526F5F"/>
    <w:rsid w:val="005517DB"/>
    <w:rsid w:val="00566E82"/>
    <w:rsid w:val="00570DF8"/>
    <w:rsid w:val="0058121C"/>
    <w:rsid w:val="005D29AB"/>
    <w:rsid w:val="00600D8C"/>
    <w:rsid w:val="00620D21"/>
    <w:rsid w:val="00644A40"/>
    <w:rsid w:val="0064518A"/>
    <w:rsid w:val="006B2B61"/>
    <w:rsid w:val="006B56A3"/>
    <w:rsid w:val="006C5434"/>
    <w:rsid w:val="00702B8F"/>
    <w:rsid w:val="00712C83"/>
    <w:rsid w:val="00736031"/>
    <w:rsid w:val="0074279D"/>
    <w:rsid w:val="00746244"/>
    <w:rsid w:val="00770F41"/>
    <w:rsid w:val="00774464"/>
    <w:rsid w:val="007807D1"/>
    <w:rsid w:val="007876B0"/>
    <w:rsid w:val="00791BDA"/>
    <w:rsid w:val="007A2320"/>
    <w:rsid w:val="007F3559"/>
    <w:rsid w:val="0081005E"/>
    <w:rsid w:val="00843D15"/>
    <w:rsid w:val="00851B49"/>
    <w:rsid w:val="00871163"/>
    <w:rsid w:val="008748B6"/>
    <w:rsid w:val="008A6FA0"/>
    <w:rsid w:val="008D0A85"/>
    <w:rsid w:val="008D65D8"/>
    <w:rsid w:val="008E3DDF"/>
    <w:rsid w:val="0090791F"/>
    <w:rsid w:val="00926924"/>
    <w:rsid w:val="009471F0"/>
    <w:rsid w:val="00955710"/>
    <w:rsid w:val="00980897"/>
    <w:rsid w:val="00984791"/>
    <w:rsid w:val="009C45B8"/>
    <w:rsid w:val="00A15781"/>
    <w:rsid w:val="00A34D40"/>
    <w:rsid w:val="00A3792D"/>
    <w:rsid w:val="00A8233D"/>
    <w:rsid w:val="00B0182B"/>
    <w:rsid w:val="00B13912"/>
    <w:rsid w:val="00B47D3D"/>
    <w:rsid w:val="00B55343"/>
    <w:rsid w:val="00BE189D"/>
    <w:rsid w:val="00BE293F"/>
    <w:rsid w:val="00BF3D35"/>
    <w:rsid w:val="00BF686A"/>
    <w:rsid w:val="00C16955"/>
    <w:rsid w:val="00C261FD"/>
    <w:rsid w:val="00C315C4"/>
    <w:rsid w:val="00C31AA0"/>
    <w:rsid w:val="00C456B5"/>
    <w:rsid w:val="00C45800"/>
    <w:rsid w:val="00C50A9C"/>
    <w:rsid w:val="00C52BFF"/>
    <w:rsid w:val="00C76EFF"/>
    <w:rsid w:val="00C82D6F"/>
    <w:rsid w:val="00C97FC0"/>
    <w:rsid w:val="00CC2319"/>
    <w:rsid w:val="00CE5A7E"/>
    <w:rsid w:val="00CF2CEC"/>
    <w:rsid w:val="00D02924"/>
    <w:rsid w:val="00D5687E"/>
    <w:rsid w:val="00D737F0"/>
    <w:rsid w:val="00D74043"/>
    <w:rsid w:val="00D77EC8"/>
    <w:rsid w:val="00D84001"/>
    <w:rsid w:val="00D92950"/>
    <w:rsid w:val="00DC1BC9"/>
    <w:rsid w:val="00DE0C6C"/>
    <w:rsid w:val="00E05CC2"/>
    <w:rsid w:val="00E07267"/>
    <w:rsid w:val="00E25CC1"/>
    <w:rsid w:val="00E40ED7"/>
    <w:rsid w:val="00E74D30"/>
    <w:rsid w:val="00E8550F"/>
    <w:rsid w:val="00EA21D3"/>
    <w:rsid w:val="00EC26F3"/>
    <w:rsid w:val="00ED45BF"/>
    <w:rsid w:val="00F071DF"/>
    <w:rsid w:val="00F32E8D"/>
    <w:rsid w:val="00F34898"/>
    <w:rsid w:val="00FA5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599</Words>
  <Characters>3535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22</cp:revision>
  <dcterms:created xsi:type="dcterms:W3CDTF">2018-06-17T15:58:00Z</dcterms:created>
  <dcterms:modified xsi:type="dcterms:W3CDTF">2018-11-26T20:11:00Z</dcterms:modified>
</cp:coreProperties>
</file>