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00F" w:rsidRDefault="00DE600F" w:rsidP="00E526F2">
      <w:pPr>
        <w:spacing w:line="276" w:lineRule="auto"/>
        <w:jc w:val="center"/>
        <w:rPr>
          <w:rFonts w:cs="Calibri"/>
          <w:b/>
          <w:color w:val="000000"/>
          <w:sz w:val="22"/>
          <w:szCs w:val="22"/>
          <w:lang w:eastAsia="cs-CZ"/>
        </w:rPr>
      </w:pPr>
      <w:r>
        <w:rPr>
          <w:rFonts w:cs="Calibri"/>
          <w:b/>
          <w:color w:val="000000"/>
          <w:sz w:val="22"/>
          <w:szCs w:val="22"/>
          <w:lang w:eastAsia="cs-CZ"/>
        </w:rPr>
        <w:t>NÁMITKA PROTI ZPRACOVÁNÍ OSOBNÍCH ÚDAJŮ</w:t>
      </w:r>
    </w:p>
    <w:p w:rsidR="00DE600F" w:rsidRDefault="00DE600F" w:rsidP="00E526F2">
      <w:pPr>
        <w:spacing w:line="276" w:lineRule="auto"/>
        <w:jc w:val="center"/>
        <w:rPr>
          <w:rFonts w:cs="Calibri"/>
          <w:b/>
          <w:color w:val="000000"/>
          <w:sz w:val="22"/>
          <w:szCs w:val="22"/>
          <w:lang w:eastAsia="cs-CZ"/>
        </w:rPr>
      </w:pPr>
    </w:p>
    <w:p w:rsidR="00DE600F" w:rsidRPr="00A73044" w:rsidRDefault="00DE600F" w:rsidP="00A73044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Tímto dopisem vznáším námitku proti zpracování osobních údajů a žádám vás o vysvětlení.</w:t>
      </w:r>
    </w:p>
    <w:p w:rsidR="00DE600F" w:rsidRDefault="00DE600F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DE600F" w:rsidRDefault="00DE600F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</w:rPr>
      </w:pPr>
      <w:r>
        <w:rPr>
          <w:rFonts w:ascii="Calibri" w:hAnsi="Calibri" w:cs="Calibri"/>
        </w:rPr>
        <w:t>IDENTIFIKACE organizace</w:t>
      </w:r>
    </w:p>
    <w:p w:rsidR="00DE600F" w:rsidRPr="00B20597" w:rsidRDefault="00DE600F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  <w:b w:val="0"/>
        </w:rPr>
      </w:pPr>
      <w:r>
        <w:rPr>
          <w:rFonts w:ascii="Calibri" w:hAnsi="Calibri" w:cs="Calibri"/>
        </w:rPr>
        <w:tab/>
      </w:r>
      <w:bookmarkStart w:id="0" w:name="_GoBack"/>
      <w:bookmarkEnd w:id="0"/>
      <w:r>
        <w:rPr>
          <w:rFonts w:ascii="Calibri" w:hAnsi="Calibri" w:cs="Calibri"/>
          <w:b w:val="0"/>
          <w:caps w:val="0"/>
        </w:rPr>
        <w:t>Obec  Sázava, Sázava 159, 592 11 Velká Losenice</w:t>
      </w:r>
    </w:p>
    <w:p w:rsidR="00DE600F" w:rsidRPr="00F44D10" w:rsidRDefault="00DE600F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</w:rPr>
      </w:pPr>
      <w:r>
        <w:rPr>
          <w:rFonts w:ascii="Calibri" w:hAnsi="Calibri" w:cs="Calibri"/>
        </w:rPr>
        <w:t>IDENTIFIKACE ŽADATELE</w:t>
      </w:r>
    </w:p>
    <w:p w:rsidR="00DE600F" w:rsidRDefault="00DE600F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  <w:caps w:val="0"/>
        </w:rPr>
      </w:pPr>
      <w:r>
        <w:rPr>
          <w:rFonts w:ascii="Calibri" w:hAnsi="Calibri" w:cs="Calibri"/>
          <w:b w:val="0"/>
          <w:caps w:val="0"/>
        </w:rPr>
        <w:tab/>
      </w:r>
      <w:r>
        <w:rPr>
          <w:rFonts w:ascii="Calibri" w:hAnsi="Calibri" w:cs="Calibri"/>
          <w:b w:val="0"/>
          <w:caps w:val="0"/>
          <w:highlight w:val="yellow"/>
        </w:rPr>
        <w:t>(jméno a příjmení</w:t>
      </w:r>
      <w:r w:rsidRPr="00F44D10">
        <w:rPr>
          <w:rFonts w:ascii="Calibri" w:hAnsi="Calibri" w:cs="Calibri"/>
          <w:b w:val="0"/>
          <w:caps w:val="0"/>
          <w:highlight w:val="yellow"/>
        </w:rPr>
        <w:t>)</w:t>
      </w:r>
    </w:p>
    <w:p w:rsidR="00DE600F" w:rsidRPr="00E526F2" w:rsidRDefault="00DE600F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  <w:caps w:val="0"/>
          <w:highlight w:val="yellow"/>
        </w:rPr>
      </w:pPr>
      <w:r>
        <w:rPr>
          <w:rFonts w:ascii="Calibri" w:hAnsi="Calibri" w:cs="Calibri"/>
          <w:b w:val="0"/>
          <w:caps w:val="0"/>
        </w:rPr>
        <w:tab/>
      </w:r>
      <w:r w:rsidRPr="00E526F2">
        <w:rPr>
          <w:rFonts w:ascii="Calibri" w:hAnsi="Calibri" w:cs="Calibri"/>
          <w:b w:val="0"/>
          <w:caps w:val="0"/>
          <w:highlight w:val="yellow"/>
        </w:rPr>
        <w:t>(adresa</w:t>
      </w:r>
      <w:r>
        <w:rPr>
          <w:rFonts w:ascii="Calibri" w:hAnsi="Calibri" w:cs="Calibri"/>
          <w:b w:val="0"/>
          <w:caps w:val="0"/>
          <w:highlight w:val="yellow"/>
        </w:rPr>
        <w:t xml:space="preserve"> (pokud je odvolání podáváno písemně)</w:t>
      </w:r>
      <w:r w:rsidRPr="00E526F2">
        <w:rPr>
          <w:rFonts w:ascii="Calibri" w:hAnsi="Calibri" w:cs="Calibri"/>
          <w:b w:val="0"/>
          <w:caps w:val="0"/>
          <w:highlight w:val="yellow"/>
        </w:rPr>
        <w:t>)</w:t>
      </w:r>
    </w:p>
    <w:p w:rsidR="00DE600F" w:rsidRPr="00F44D10" w:rsidRDefault="00DE600F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</w:rPr>
      </w:pPr>
      <w:r w:rsidRPr="00E526F2">
        <w:rPr>
          <w:rFonts w:ascii="Calibri" w:hAnsi="Calibri" w:cs="Calibri"/>
          <w:b w:val="0"/>
          <w:caps w:val="0"/>
        </w:rPr>
        <w:tab/>
      </w:r>
      <w:r w:rsidRPr="00E526F2">
        <w:rPr>
          <w:rFonts w:ascii="Calibri" w:hAnsi="Calibri" w:cs="Calibri"/>
          <w:b w:val="0"/>
          <w:caps w:val="0"/>
          <w:highlight w:val="yellow"/>
        </w:rPr>
        <w:t>(kontaktní email</w:t>
      </w:r>
      <w:r>
        <w:rPr>
          <w:rFonts w:ascii="Calibri" w:hAnsi="Calibri" w:cs="Calibri"/>
          <w:b w:val="0"/>
          <w:caps w:val="0"/>
          <w:highlight w:val="yellow"/>
        </w:rPr>
        <w:t xml:space="preserve"> (pokud je odvolání podáváno elektronicky)</w:t>
      </w:r>
      <w:r w:rsidRPr="00E526F2">
        <w:rPr>
          <w:rFonts w:ascii="Calibri" w:hAnsi="Calibri" w:cs="Calibri"/>
          <w:b w:val="0"/>
          <w:caps w:val="0"/>
          <w:highlight w:val="yellow"/>
        </w:rPr>
        <w:t>)</w:t>
      </w:r>
    </w:p>
    <w:p w:rsidR="00DE600F" w:rsidRPr="00CB2D8A" w:rsidRDefault="00DE600F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DE600F" w:rsidRDefault="00DE600F" w:rsidP="00090A6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Touto námitkou vás žádám o vysvětlení zpracování mých osobních údajů, tedy zda:</w:t>
      </w:r>
    </w:p>
    <w:p w:rsidR="00DE600F" w:rsidRPr="00090A6A" w:rsidRDefault="00DE600F" w:rsidP="00090A6A">
      <w:pPr>
        <w:numPr>
          <w:ilvl w:val="0"/>
          <w:numId w:val="6"/>
        </w:numPr>
        <w:spacing w:before="30" w:after="30" w:line="225" w:lineRule="atLeast"/>
        <w:jc w:val="both"/>
        <w:rPr>
          <w:rFonts w:cs="Calibri"/>
          <w:color w:val="000000"/>
          <w:sz w:val="22"/>
          <w:szCs w:val="22"/>
          <w:lang w:eastAsia="cs-CZ"/>
        </w:rPr>
      </w:pPr>
      <w:r w:rsidRPr="00090A6A">
        <w:rPr>
          <w:rFonts w:cs="Calibri"/>
          <w:color w:val="000000"/>
          <w:sz w:val="22"/>
          <w:szCs w:val="22"/>
          <w:lang w:eastAsia="cs-CZ"/>
        </w:rPr>
        <w:t xml:space="preserve">zpracování je nezbytné pro plnění úkolu prováděného ve veřejném zájmu nebo při výkonu veřejné </w:t>
      </w:r>
      <w:r>
        <w:rPr>
          <w:rFonts w:cs="Calibri"/>
          <w:color w:val="000000"/>
          <w:sz w:val="22"/>
          <w:szCs w:val="22"/>
          <w:lang w:eastAsia="cs-CZ"/>
        </w:rPr>
        <w:t>moci, kterým je správce pověřen; nebo</w:t>
      </w:r>
    </w:p>
    <w:p w:rsidR="00DE600F" w:rsidRDefault="00DE600F" w:rsidP="00090A6A">
      <w:pPr>
        <w:numPr>
          <w:ilvl w:val="0"/>
          <w:numId w:val="6"/>
        </w:numPr>
        <w:spacing w:before="30" w:after="30" w:line="225" w:lineRule="atLeast"/>
        <w:jc w:val="both"/>
        <w:rPr>
          <w:rFonts w:cs="Calibri"/>
          <w:color w:val="000000"/>
          <w:sz w:val="22"/>
          <w:szCs w:val="22"/>
          <w:lang w:eastAsia="cs-CZ"/>
        </w:rPr>
      </w:pPr>
      <w:r w:rsidRPr="00090A6A">
        <w:rPr>
          <w:rFonts w:cs="Calibri"/>
          <w:color w:val="000000"/>
          <w:sz w:val="22"/>
          <w:szCs w:val="22"/>
          <w:lang w:eastAsia="cs-CZ"/>
        </w:rPr>
        <w:t>zpracování je nezbytné pro účely oprávněných zájmů příslušného správce či třetí strany.</w:t>
      </w:r>
    </w:p>
    <w:p w:rsidR="00DE600F" w:rsidRDefault="00DE600F" w:rsidP="005140F0">
      <w:pPr>
        <w:spacing w:before="30" w:after="30" w:line="225" w:lineRule="atLeast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DE600F" w:rsidRDefault="00DE600F" w:rsidP="0084627E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V případě, že ani jedno z výše uvedeného není právním titulem ke zpracování mých osobních údajů, pak vás žádám o omezení takového zpracování.</w:t>
      </w:r>
    </w:p>
    <w:p w:rsidR="00DE600F" w:rsidRDefault="00DE600F" w:rsidP="0084627E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DE600F" w:rsidRDefault="00DE600F" w:rsidP="0084627E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54500B">
        <w:rPr>
          <w:rFonts w:cs="Calibri"/>
          <w:color w:val="000000"/>
          <w:sz w:val="22"/>
          <w:szCs w:val="22"/>
          <w:highlight w:val="yellow"/>
          <w:lang w:eastAsia="cs-CZ"/>
        </w:rPr>
        <w:t>NEBO</w:t>
      </w:r>
    </w:p>
    <w:p w:rsidR="00DE600F" w:rsidRDefault="00DE600F" w:rsidP="0084627E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DE600F" w:rsidRDefault="00DE600F" w:rsidP="005140F0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Touto námitkou vás žádám o vysvětlení zpracování mých osobních údajů, tedy zda:</w:t>
      </w:r>
    </w:p>
    <w:p w:rsidR="00DE600F" w:rsidRDefault="00DE600F" w:rsidP="005140F0">
      <w:pPr>
        <w:numPr>
          <w:ilvl w:val="0"/>
          <w:numId w:val="6"/>
        </w:numPr>
        <w:spacing w:before="30" w:after="30" w:line="225" w:lineRule="atLeast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jsou mé osobní údaje zpracovávány za účelem přímého marketingu.</w:t>
      </w:r>
    </w:p>
    <w:p w:rsidR="00DE600F" w:rsidRDefault="00DE600F" w:rsidP="005140F0">
      <w:pPr>
        <w:spacing w:before="30" w:after="30" w:line="225" w:lineRule="atLeast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DE600F" w:rsidRDefault="00DE600F" w:rsidP="005140F0">
      <w:pPr>
        <w:spacing w:before="30" w:after="30" w:line="225" w:lineRule="atLeast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Pokud jsou mé osobní údaje zpracovávány za účelem přímého marketingu, pak vás žádám, aby nadále nebyly.</w:t>
      </w:r>
    </w:p>
    <w:p w:rsidR="00DE600F" w:rsidRDefault="00DE600F" w:rsidP="005140F0">
      <w:pPr>
        <w:spacing w:before="30" w:after="30" w:line="225" w:lineRule="atLeast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DE600F" w:rsidRPr="00090A6A" w:rsidRDefault="00DE600F" w:rsidP="005140F0">
      <w:pPr>
        <w:spacing w:before="30" w:after="30" w:line="225" w:lineRule="atLeast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Děkuji,</w:t>
      </w:r>
    </w:p>
    <w:p w:rsidR="00DE600F" w:rsidRDefault="00DE600F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DE600F" w:rsidRDefault="00DE600F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DE600F" w:rsidRDefault="00DE600F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V (*) dne (*)</w:t>
      </w:r>
    </w:p>
    <w:p w:rsidR="00DE600F" w:rsidRPr="00CB2D8A" w:rsidRDefault="00DE600F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DE600F" w:rsidRPr="00CB2D8A" w:rsidRDefault="00DE600F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(P</w:t>
      </w:r>
      <w:r w:rsidRPr="00CB2D8A">
        <w:rPr>
          <w:rFonts w:cs="Calibri"/>
          <w:color w:val="000000"/>
          <w:sz w:val="22"/>
          <w:szCs w:val="22"/>
          <w:highlight w:val="yellow"/>
          <w:lang w:eastAsia="cs-CZ"/>
        </w:rPr>
        <w:t>odpis</w:t>
      </w: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)</w:t>
      </w:r>
    </w:p>
    <w:p w:rsidR="00DE600F" w:rsidRPr="00CB2D8A" w:rsidRDefault="00DE600F" w:rsidP="00CB2D8A">
      <w:pPr>
        <w:spacing w:line="276" w:lineRule="auto"/>
        <w:jc w:val="both"/>
        <w:rPr>
          <w:rFonts w:cs="Calibri"/>
          <w:sz w:val="22"/>
          <w:szCs w:val="22"/>
        </w:rPr>
      </w:pPr>
    </w:p>
    <w:sectPr w:rsidR="00DE600F" w:rsidRPr="00CB2D8A" w:rsidSect="005A29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21750"/>
    <w:multiLevelType w:val="hybridMultilevel"/>
    <w:tmpl w:val="1F58FA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A74EB"/>
    <w:multiLevelType w:val="hybridMultilevel"/>
    <w:tmpl w:val="71A67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520C0"/>
    <w:multiLevelType w:val="multilevel"/>
    <w:tmpl w:val="A808AE4E"/>
    <w:lvl w:ilvl="0">
      <w:start w:val="1"/>
      <w:numFmt w:val="decimal"/>
      <w:pStyle w:val="Heading1PRK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pStyle w:val="Heading2PRK"/>
      <w:lvlText w:val="%1.%2"/>
      <w:lvlJc w:val="left"/>
      <w:pPr>
        <w:tabs>
          <w:tab w:val="num" w:pos="0"/>
        </w:tabs>
        <w:ind w:left="709" w:hanging="709"/>
      </w:pPr>
      <w:rPr>
        <w:rFonts w:cs="Times New Roman" w:hint="default"/>
        <w:b w:val="0"/>
        <w:i w:val="0"/>
      </w:rPr>
    </w:lvl>
    <w:lvl w:ilvl="2">
      <w:start w:val="1"/>
      <w:numFmt w:val="decimal"/>
      <w:pStyle w:val="Heading3PRK"/>
      <w:lvlText w:val="%1.%2.%3"/>
      <w:lvlJc w:val="left"/>
      <w:pPr>
        <w:tabs>
          <w:tab w:val="num" w:pos="0"/>
        </w:tabs>
        <w:ind w:left="1418" w:hanging="70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lowerLetter"/>
      <w:pStyle w:val="Heading4PRK"/>
      <w:lvlText w:val="(%4)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4">
      <w:start w:val="1"/>
      <w:numFmt w:val="lowerRoman"/>
      <w:pStyle w:val="Heading5PRK"/>
      <w:lvlText w:val="(%5)"/>
      <w:lvlJc w:val="left"/>
      <w:pPr>
        <w:tabs>
          <w:tab w:val="num" w:pos="2126"/>
        </w:tabs>
        <w:ind w:left="2126" w:hanging="708"/>
      </w:pPr>
      <w:rPr>
        <w:rFonts w:cs="Times New Roman" w:hint="default"/>
      </w:rPr>
    </w:lvl>
    <w:lvl w:ilvl="5">
      <w:start w:val="1"/>
      <w:numFmt w:val="decimal"/>
      <w:pStyle w:val="Heading6PRK"/>
      <w:lvlText w:val="(%6)"/>
      <w:lvlJc w:val="left"/>
      <w:pPr>
        <w:tabs>
          <w:tab w:val="num" w:pos="2835"/>
        </w:tabs>
        <w:ind w:left="2835" w:hanging="709"/>
      </w:pPr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ascii="Times New Roman" w:hAnsi="Times New Roman" w:cs="Times New Roman" w:hint="default"/>
      </w:rPr>
    </w:lvl>
    <w:lvl w:ilvl="8">
      <w:start w:val="24"/>
      <w:numFmt w:val="none"/>
      <w:lvlText w:val=""/>
      <w:lvlJc w:val="left"/>
      <w:rPr>
        <w:rFonts w:cs="Times New Roman" w:hint="default"/>
        <w:b w:val="0"/>
        <w:i w:val="0"/>
        <w:color w:val="auto"/>
        <w:sz w:val="22"/>
      </w:rPr>
    </w:lvl>
  </w:abstractNum>
  <w:abstractNum w:abstractNumId="3">
    <w:nsid w:val="354D7900"/>
    <w:multiLevelType w:val="hybridMultilevel"/>
    <w:tmpl w:val="9E3C0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E342B2"/>
    <w:multiLevelType w:val="hybridMultilevel"/>
    <w:tmpl w:val="D00C0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84998"/>
    <w:multiLevelType w:val="hybridMultilevel"/>
    <w:tmpl w:val="2B826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1509D1"/>
    <w:multiLevelType w:val="multilevel"/>
    <w:tmpl w:val="77E63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D8A"/>
    <w:rsid w:val="00090A6A"/>
    <w:rsid w:val="001264D7"/>
    <w:rsid w:val="001561DA"/>
    <w:rsid w:val="001C1A97"/>
    <w:rsid w:val="001F707F"/>
    <w:rsid w:val="00291148"/>
    <w:rsid w:val="0032785A"/>
    <w:rsid w:val="003C2CE9"/>
    <w:rsid w:val="003E1E81"/>
    <w:rsid w:val="004144C3"/>
    <w:rsid w:val="005140F0"/>
    <w:rsid w:val="00532898"/>
    <w:rsid w:val="0054500B"/>
    <w:rsid w:val="005761F9"/>
    <w:rsid w:val="005A29DA"/>
    <w:rsid w:val="005B662B"/>
    <w:rsid w:val="00704747"/>
    <w:rsid w:val="00781AEE"/>
    <w:rsid w:val="007A3AF8"/>
    <w:rsid w:val="007E795A"/>
    <w:rsid w:val="0084627E"/>
    <w:rsid w:val="00947EEC"/>
    <w:rsid w:val="00A73044"/>
    <w:rsid w:val="00A76E62"/>
    <w:rsid w:val="00AF1EB3"/>
    <w:rsid w:val="00B20597"/>
    <w:rsid w:val="00B63131"/>
    <w:rsid w:val="00C043D6"/>
    <w:rsid w:val="00C2029B"/>
    <w:rsid w:val="00C70707"/>
    <w:rsid w:val="00CB2D8A"/>
    <w:rsid w:val="00CF1A56"/>
    <w:rsid w:val="00D32E1A"/>
    <w:rsid w:val="00DC36D8"/>
    <w:rsid w:val="00DD3C36"/>
    <w:rsid w:val="00DE600F"/>
    <w:rsid w:val="00E526F2"/>
    <w:rsid w:val="00F44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148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RK">
    <w:name w:val="Heading 1 PRK"/>
    <w:basedOn w:val="Normal"/>
    <w:uiPriority w:val="99"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al"/>
    <w:uiPriority w:val="99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/>
      <w:sz w:val="22"/>
      <w:szCs w:val="22"/>
    </w:rPr>
  </w:style>
  <w:style w:type="paragraph" w:customStyle="1" w:styleId="Heading3PRK">
    <w:name w:val="Heading 3 PRK"/>
    <w:basedOn w:val="Normal"/>
    <w:uiPriority w:val="99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/>
      <w:sz w:val="22"/>
      <w:szCs w:val="22"/>
    </w:rPr>
  </w:style>
  <w:style w:type="paragraph" w:customStyle="1" w:styleId="Heading4PRK">
    <w:name w:val="Heading 4 PRK"/>
    <w:basedOn w:val="Normal"/>
    <w:uiPriority w:val="99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/>
      <w:sz w:val="22"/>
      <w:szCs w:val="22"/>
    </w:rPr>
  </w:style>
  <w:style w:type="paragraph" w:customStyle="1" w:styleId="Heading5PRK">
    <w:name w:val="Heading 5 PRK"/>
    <w:basedOn w:val="Normal"/>
    <w:uiPriority w:val="99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/>
      <w:sz w:val="22"/>
      <w:szCs w:val="22"/>
      <w:lang w:eastAsia="cs-CZ"/>
    </w:rPr>
  </w:style>
  <w:style w:type="paragraph" w:customStyle="1" w:styleId="Heading6PRK">
    <w:name w:val="Heading 6 PRK"/>
    <w:basedOn w:val="Normal"/>
    <w:uiPriority w:val="99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/>
      <w:sz w:val="22"/>
      <w:szCs w:val="22"/>
      <w:lang w:eastAsia="cs-CZ"/>
    </w:rPr>
  </w:style>
  <w:style w:type="paragraph" w:styleId="ListParagraph">
    <w:name w:val="List Paragraph"/>
    <w:basedOn w:val="Normal"/>
    <w:uiPriority w:val="99"/>
    <w:qFormat/>
    <w:rsid w:val="001561DA"/>
    <w:pPr>
      <w:ind w:left="720"/>
      <w:contextualSpacing/>
    </w:pPr>
  </w:style>
  <w:style w:type="table" w:styleId="TableGrid">
    <w:name w:val="Table Grid"/>
    <w:basedOn w:val="TableNormal"/>
    <w:uiPriority w:val="99"/>
    <w:rsid w:val="0084627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4627E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627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77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7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77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157</Words>
  <Characters>932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kliment</dc:creator>
  <cp:keywords/>
  <dc:description/>
  <cp:lastModifiedBy>František Ledvinka</cp:lastModifiedBy>
  <cp:revision>4</cp:revision>
  <dcterms:created xsi:type="dcterms:W3CDTF">2018-05-04T11:58:00Z</dcterms:created>
  <dcterms:modified xsi:type="dcterms:W3CDTF">2018-12-11T12:55:00Z</dcterms:modified>
</cp:coreProperties>
</file>