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B6" w:rsidRDefault="00825CB6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STÍŽNOST NA ZPRACOVÁNÍ OSOBNÍCH ÚDAJŮ</w:t>
      </w:r>
    </w:p>
    <w:p w:rsidR="00825CB6" w:rsidRDefault="00825CB6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825CB6" w:rsidRPr="00A73044" w:rsidRDefault="00825CB6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žádám o omezení zpracování mých osobních údajů.</w:t>
      </w:r>
    </w:p>
    <w:p w:rsidR="00825CB6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825CB6" w:rsidRDefault="00825CB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825CB6" w:rsidRPr="00B20597" w:rsidRDefault="00825CB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11 Velká Losenice</w:t>
      </w:r>
    </w:p>
    <w:p w:rsidR="00825CB6" w:rsidRPr="00F44D10" w:rsidRDefault="00825CB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825CB6" w:rsidRDefault="00825CB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825CB6" w:rsidRPr="00E526F2" w:rsidRDefault="00825CB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825CB6" w:rsidRPr="00F44D10" w:rsidRDefault="00825CB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825CB6" w:rsidRPr="00CB2D8A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28"/>
        <w:gridCol w:w="4528"/>
      </w:tblGrid>
      <w:tr w:rsidR="00825CB6" w:rsidRPr="00D80173" w:rsidTr="00D80173">
        <w:trPr>
          <w:trHeight w:val="567"/>
        </w:trPr>
        <w:tc>
          <w:tcPr>
            <w:tcW w:w="4528" w:type="dxa"/>
            <w:vAlign w:val="center"/>
          </w:tcPr>
          <w:p w:rsidR="00825CB6" w:rsidRPr="00D80173" w:rsidRDefault="00825CB6" w:rsidP="00D8017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D80173">
              <w:rPr>
                <w:rFonts w:cs="Calibri"/>
                <w:color w:val="000000"/>
                <w:sz w:val="22"/>
                <w:szCs w:val="22"/>
                <w:lang w:eastAsia="cs-CZ"/>
              </w:rPr>
              <w:t>Datum stížnosti</w:t>
            </w:r>
          </w:p>
        </w:tc>
        <w:tc>
          <w:tcPr>
            <w:tcW w:w="4528" w:type="dxa"/>
            <w:vAlign w:val="center"/>
          </w:tcPr>
          <w:p w:rsidR="00825CB6" w:rsidRPr="00D80173" w:rsidRDefault="00825CB6" w:rsidP="00D8017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D80173"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</w:tr>
      <w:tr w:rsidR="00825CB6" w:rsidRPr="00D80173" w:rsidTr="00D80173">
        <w:trPr>
          <w:trHeight w:val="567"/>
        </w:trPr>
        <w:tc>
          <w:tcPr>
            <w:tcW w:w="4528" w:type="dxa"/>
            <w:vAlign w:val="center"/>
          </w:tcPr>
          <w:p w:rsidR="00825CB6" w:rsidRPr="00D80173" w:rsidRDefault="00825CB6" w:rsidP="00D8017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D80173">
              <w:rPr>
                <w:rFonts w:cs="Calibri"/>
                <w:color w:val="000000"/>
                <w:sz w:val="22"/>
                <w:szCs w:val="22"/>
                <w:lang w:eastAsia="cs-CZ"/>
              </w:rPr>
              <w:t>Osobní údaje, kterých se stížnost dotýká</w:t>
            </w:r>
          </w:p>
        </w:tc>
        <w:tc>
          <w:tcPr>
            <w:tcW w:w="4528" w:type="dxa"/>
            <w:vAlign w:val="center"/>
          </w:tcPr>
          <w:p w:rsidR="00825CB6" w:rsidRPr="00D80173" w:rsidRDefault="00825CB6" w:rsidP="00D8017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D80173"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</w:tr>
    </w:tbl>
    <w:p w:rsidR="00825CB6" w:rsidRPr="0084627E" w:rsidRDefault="00825CB6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825CB6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ODŮVODNĚNÍ STÍŽNOSTI:</w:t>
      </w:r>
    </w:p>
    <w:p w:rsidR="00825CB6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8158D2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</w:p>
    <w:p w:rsidR="00825CB6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DF109E">
        <w:rPr>
          <w:rFonts w:cs="Calibri"/>
          <w:color w:val="000000"/>
          <w:sz w:val="22"/>
          <w:szCs w:val="22"/>
          <w:lang w:eastAsia="cs-CZ"/>
        </w:rPr>
        <w:t xml:space="preserve">Prohlašuji, že informace v této </w:t>
      </w:r>
      <w:r>
        <w:rPr>
          <w:rFonts w:cs="Calibri"/>
          <w:color w:val="000000"/>
          <w:sz w:val="22"/>
          <w:szCs w:val="22"/>
          <w:lang w:eastAsia="cs-CZ"/>
        </w:rPr>
        <w:t xml:space="preserve">stížnosti </w:t>
      </w:r>
      <w:r w:rsidRPr="00DF109E">
        <w:rPr>
          <w:rFonts w:cs="Calibri"/>
          <w:color w:val="000000"/>
          <w:sz w:val="22"/>
          <w:szCs w:val="22"/>
          <w:lang w:eastAsia="cs-CZ"/>
        </w:rPr>
        <w:t xml:space="preserve">jsou přesné a že jsem oprávněn/a tuto </w:t>
      </w:r>
      <w:r>
        <w:rPr>
          <w:rFonts w:cs="Calibri"/>
          <w:color w:val="000000"/>
          <w:sz w:val="22"/>
          <w:szCs w:val="22"/>
          <w:lang w:eastAsia="cs-CZ"/>
        </w:rPr>
        <w:t>stížnost</w:t>
      </w:r>
      <w:r w:rsidRPr="00DF109E">
        <w:rPr>
          <w:rFonts w:cs="Calibri"/>
          <w:color w:val="000000"/>
          <w:sz w:val="22"/>
          <w:szCs w:val="22"/>
          <w:lang w:eastAsia="cs-CZ"/>
        </w:rPr>
        <w:t xml:space="preserve"> podat. Beru na vědomí, že pokud </w:t>
      </w:r>
      <w:r>
        <w:rPr>
          <w:rFonts w:cs="Calibri"/>
          <w:color w:val="000000"/>
          <w:sz w:val="22"/>
          <w:szCs w:val="22"/>
          <w:lang w:eastAsia="cs-CZ"/>
        </w:rPr>
        <w:t>stížnost</w:t>
      </w:r>
      <w:r w:rsidRPr="00DF109E">
        <w:rPr>
          <w:rFonts w:cs="Calibri"/>
          <w:color w:val="000000"/>
          <w:sz w:val="22"/>
          <w:szCs w:val="22"/>
          <w:lang w:eastAsia="cs-CZ"/>
        </w:rPr>
        <w:t xml:space="preserve"> bude neúplná nebo nesprávně vyplněná, organizace ji nebude moci zpracovat.</w:t>
      </w:r>
    </w:p>
    <w:p w:rsidR="00825CB6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bookmarkStart w:id="0" w:name="_GoBack"/>
      <w:bookmarkEnd w:id="0"/>
    </w:p>
    <w:p w:rsidR="00825CB6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825CB6" w:rsidRPr="00CB2D8A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825CB6" w:rsidRPr="00CB2D8A" w:rsidRDefault="00825CB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825CB6" w:rsidRPr="00CB2D8A" w:rsidRDefault="00825CB6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825CB6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0D5293"/>
    <w:rsid w:val="001561DA"/>
    <w:rsid w:val="001C1A97"/>
    <w:rsid w:val="001F707F"/>
    <w:rsid w:val="0032785A"/>
    <w:rsid w:val="003E1E81"/>
    <w:rsid w:val="004144C3"/>
    <w:rsid w:val="004553A3"/>
    <w:rsid w:val="00532898"/>
    <w:rsid w:val="005761F9"/>
    <w:rsid w:val="005A29DA"/>
    <w:rsid w:val="005B662B"/>
    <w:rsid w:val="00704747"/>
    <w:rsid w:val="00781AEE"/>
    <w:rsid w:val="007A3AF8"/>
    <w:rsid w:val="007E795A"/>
    <w:rsid w:val="008158D2"/>
    <w:rsid w:val="00825CB6"/>
    <w:rsid w:val="0084627E"/>
    <w:rsid w:val="00947EEC"/>
    <w:rsid w:val="00A73044"/>
    <w:rsid w:val="00A76E62"/>
    <w:rsid w:val="00AC48E6"/>
    <w:rsid w:val="00AF1EB3"/>
    <w:rsid w:val="00B20597"/>
    <w:rsid w:val="00B63131"/>
    <w:rsid w:val="00BE661D"/>
    <w:rsid w:val="00C70707"/>
    <w:rsid w:val="00CB2D8A"/>
    <w:rsid w:val="00CF1A56"/>
    <w:rsid w:val="00D32E1A"/>
    <w:rsid w:val="00D80173"/>
    <w:rsid w:val="00DD05DE"/>
    <w:rsid w:val="00DF109E"/>
    <w:rsid w:val="00E526F2"/>
    <w:rsid w:val="00E91DD2"/>
    <w:rsid w:val="00F4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61D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  <w:style w:type="table" w:styleId="TableGrid">
    <w:name w:val="Table Grid"/>
    <w:basedOn w:val="TableNormal"/>
    <w:uiPriority w:val="99"/>
    <w:rsid w:val="008462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627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1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1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94</Words>
  <Characters>560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5</cp:revision>
  <dcterms:created xsi:type="dcterms:W3CDTF">2018-05-01T19:55:00Z</dcterms:created>
  <dcterms:modified xsi:type="dcterms:W3CDTF">2018-12-11T12:57:00Z</dcterms:modified>
</cp:coreProperties>
</file>