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2F0" w:rsidRDefault="00EF72F0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>
        <w:rPr>
          <w:rFonts w:cs="Calibri"/>
          <w:b/>
          <w:color w:val="000000"/>
          <w:sz w:val="22"/>
          <w:szCs w:val="22"/>
          <w:lang w:eastAsia="cs-CZ"/>
        </w:rPr>
        <w:t>ŽÁDOST O ODSTRANĚNÍ OSOBNÍCH ÚDAJŮ</w:t>
      </w:r>
    </w:p>
    <w:p w:rsidR="00EF72F0" w:rsidRDefault="00EF72F0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</w:p>
    <w:p w:rsidR="00EF72F0" w:rsidRPr="00A73044" w:rsidRDefault="00EF72F0" w:rsidP="00A73044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žádostí Vás informuji o vykonání svého práva být zapomenut v rozsahu mnou vyznačeném.</w:t>
      </w: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EF72F0" w:rsidRDefault="00EF72F0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organizace</w:t>
      </w:r>
    </w:p>
    <w:p w:rsidR="00EF72F0" w:rsidRPr="00B20597" w:rsidRDefault="00EF72F0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  <w:b w:val="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 w:val="0"/>
          <w:caps w:val="0"/>
        </w:rPr>
        <w:t>Obec Sázava, Sázava 159, 592 11 Velká Losenice</w:t>
      </w:r>
    </w:p>
    <w:p w:rsidR="00EF72F0" w:rsidRPr="00F44D10" w:rsidRDefault="00EF72F0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ŽADATELE</w:t>
      </w:r>
    </w:p>
    <w:p w:rsidR="00EF72F0" w:rsidRDefault="00EF72F0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</w:rPr>
      </w:pPr>
      <w:r>
        <w:rPr>
          <w:rFonts w:ascii="Calibri" w:hAnsi="Calibri" w:cs="Calibri"/>
          <w:b w:val="0"/>
          <w:caps w:val="0"/>
        </w:rPr>
        <w:tab/>
      </w:r>
      <w:r>
        <w:rPr>
          <w:rFonts w:ascii="Calibri" w:hAnsi="Calibri" w:cs="Calibri"/>
          <w:b w:val="0"/>
          <w:caps w:val="0"/>
          <w:highlight w:val="yellow"/>
        </w:rPr>
        <w:t>(jméno a příjmení</w:t>
      </w:r>
      <w:r w:rsidRPr="00F44D10">
        <w:rPr>
          <w:rFonts w:ascii="Calibri" w:hAnsi="Calibri" w:cs="Calibri"/>
          <w:b w:val="0"/>
          <w:caps w:val="0"/>
          <w:highlight w:val="yellow"/>
        </w:rPr>
        <w:t>)</w:t>
      </w:r>
    </w:p>
    <w:p w:rsidR="00EF72F0" w:rsidRPr="00E526F2" w:rsidRDefault="00EF72F0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  <w:highlight w:val="yellow"/>
        </w:rPr>
      </w:pPr>
      <w:r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(adresa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EF72F0" w:rsidRPr="00F44D10" w:rsidRDefault="00EF72F0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</w:rPr>
      </w:pPr>
      <w:r w:rsidRPr="00E526F2"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(kontaktní email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elektronicky)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EF72F0" w:rsidRPr="00CB2D8A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Tímto Vás žádám o vymazání následujících osobních údajů, které o mně zpracováváte:</w:t>
      </w:r>
    </w:p>
    <w:p w:rsidR="00EF72F0" w:rsidRDefault="00EF72F0" w:rsidP="005B662B">
      <w:pPr>
        <w:pStyle w:val="ListParagraph"/>
        <w:numPr>
          <w:ilvl w:val="0"/>
          <w:numId w:val="3"/>
        </w:numPr>
        <w:spacing w:line="276" w:lineRule="auto"/>
        <w:jc w:val="both"/>
        <w:rPr>
          <w:rFonts w:cs="Calibri"/>
          <w:color w:val="000000"/>
          <w:sz w:val="22"/>
          <w:szCs w:val="22"/>
          <w:highlight w:val="yellow"/>
          <w:lang w:eastAsia="cs-CZ"/>
        </w:rPr>
      </w:pPr>
      <w:r w:rsidRPr="005B662B">
        <w:rPr>
          <w:rFonts w:cs="Calibri"/>
          <w:color w:val="000000"/>
          <w:sz w:val="22"/>
          <w:szCs w:val="22"/>
          <w:highlight w:val="yellow"/>
          <w:lang w:eastAsia="cs-CZ"/>
        </w:rPr>
        <w:t>(*)</w:t>
      </w:r>
    </w:p>
    <w:p w:rsidR="00EF72F0" w:rsidRDefault="00EF72F0" w:rsidP="005B662B">
      <w:pPr>
        <w:spacing w:line="276" w:lineRule="auto"/>
        <w:jc w:val="both"/>
        <w:rPr>
          <w:rFonts w:cs="Calibri"/>
          <w:color w:val="000000"/>
          <w:sz w:val="22"/>
          <w:szCs w:val="22"/>
          <w:highlight w:val="yellow"/>
          <w:lang w:eastAsia="cs-CZ"/>
        </w:rPr>
      </w:pPr>
    </w:p>
    <w:p w:rsidR="00EF72F0" w:rsidRDefault="00EF72F0" w:rsidP="005B662B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B662B">
        <w:rPr>
          <w:rFonts w:cs="Calibri"/>
          <w:color w:val="000000"/>
          <w:sz w:val="22"/>
          <w:szCs w:val="22"/>
          <w:lang w:eastAsia="cs-CZ"/>
        </w:rPr>
        <w:t xml:space="preserve">Důvodem, pro </w:t>
      </w:r>
      <w:r>
        <w:rPr>
          <w:rFonts w:cs="Calibri"/>
          <w:color w:val="000000"/>
          <w:sz w:val="22"/>
          <w:szCs w:val="22"/>
          <w:lang w:eastAsia="cs-CZ"/>
        </w:rPr>
        <w:t>tuto žádost, na němž se zakládá mé právo být zapomenut a vymazání zpracovávaných osobních údajů je (zakroužkujte relevantní):</w:t>
      </w:r>
    </w:p>
    <w:p w:rsidR="00EF72F0" w:rsidRDefault="00EF72F0" w:rsidP="005B662B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B662B">
        <w:rPr>
          <w:rFonts w:cs="Calibri"/>
          <w:color w:val="000000"/>
          <w:sz w:val="22"/>
          <w:szCs w:val="22"/>
          <w:lang w:eastAsia="cs-CZ"/>
        </w:rPr>
        <w:t xml:space="preserve">Osobní údaje již nejsou potřebné pro účely, pro které byly zpracovány  </w:t>
      </w:r>
    </w:p>
    <w:p w:rsidR="00EF72F0" w:rsidRDefault="00EF72F0" w:rsidP="005B662B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B662B">
        <w:rPr>
          <w:rFonts w:cs="Calibri"/>
          <w:color w:val="000000"/>
          <w:sz w:val="22"/>
          <w:szCs w:val="22"/>
          <w:lang w:eastAsia="cs-CZ"/>
        </w:rPr>
        <w:t xml:space="preserve">Došlo k odvolání souhlasu, na jehož základě byly údaje zpracovány a neexistuje žádný další právní důvod pro zpracování  </w:t>
      </w:r>
    </w:p>
    <w:p w:rsidR="00EF72F0" w:rsidRDefault="00EF72F0" w:rsidP="005B662B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B662B">
        <w:rPr>
          <w:rFonts w:cs="Calibri"/>
          <w:color w:val="000000"/>
          <w:sz w:val="22"/>
          <w:szCs w:val="22"/>
          <w:lang w:eastAsia="cs-CZ"/>
        </w:rPr>
        <w:t xml:space="preserve">Byla vznesena námitka proti zpracování na základě oprávněného zájmu správce  </w:t>
      </w:r>
    </w:p>
    <w:p w:rsidR="00EF72F0" w:rsidRDefault="00EF72F0" w:rsidP="005B662B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B662B">
        <w:rPr>
          <w:rFonts w:cs="Calibri"/>
          <w:color w:val="000000"/>
          <w:sz w:val="22"/>
          <w:szCs w:val="22"/>
          <w:lang w:eastAsia="cs-CZ"/>
        </w:rPr>
        <w:t xml:space="preserve">Osobní údaje jsou zpracovány protiprávně  </w:t>
      </w:r>
    </w:p>
    <w:p w:rsidR="00EF72F0" w:rsidRDefault="00EF72F0" w:rsidP="005B662B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B662B">
        <w:rPr>
          <w:rFonts w:cs="Calibri"/>
          <w:color w:val="000000"/>
          <w:sz w:val="22"/>
          <w:szCs w:val="22"/>
          <w:lang w:eastAsia="cs-CZ"/>
        </w:rPr>
        <w:t xml:space="preserve">Existuje zákonná povinnost správce údaje vymazat  </w:t>
      </w:r>
    </w:p>
    <w:p w:rsidR="00EF72F0" w:rsidRPr="005B662B" w:rsidRDefault="00EF72F0" w:rsidP="005B662B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B662B">
        <w:rPr>
          <w:rFonts w:cs="Calibri"/>
          <w:color w:val="000000"/>
          <w:sz w:val="22"/>
          <w:szCs w:val="22"/>
          <w:lang w:eastAsia="cs-CZ"/>
        </w:rPr>
        <w:t>Jedná se o osobní údaje dítěte mladšího 16 let</w:t>
      </w: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Výše uvedený důvod podrobně specifikuji:</w:t>
      </w: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761F9">
        <w:rPr>
          <w:rFonts w:cs="Calibri"/>
          <w:color w:val="000000"/>
          <w:sz w:val="22"/>
          <w:szCs w:val="22"/>
          <w:highlight w:val="yellow"/>
          <w:lang w:eastAsia="cs-CZ"/>
        </w:rPr>
        <w:t>(zde prostor na odůvodnění)</w:t>
      </w: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lang w:eastAsia="cs-CZ"/>
        </w:rPr>
        <w:t xml:space="preserve">Prohlašuji, že informace v této žádosti jsou přesné a že jsem oprávněn/a tuto žádost </w:t>
      </w:r>
      <w:r>
        <w:rPr>
          <w:rFonts w:cs="Calibri"/>
          <w:color w:val="000000"/>
          <w:sz w:val="22"/>
          <w:szCs w:val="22"/>
          <w:lang w:eastAsia="cs-CZ"/>
        </w:rPr>
        <w:t>podat</w:t>
      </w:r>
      <w:r w:rsidRPr="00AF1EB3">
        <w:rPr>
          <w:rFonts w:cs="Calibri"/>
          <w:color w:val="000000"/>
          <w:sz w:val="22"/>
          <w:szCs w:val="22"/>
          <w:lang w:eastAsia="cs-CZ"/>
        </w:rPr>
        <w:t>. Beru na vědomí, že pokud žádost bude neúplná</w:t>
      </w:r>
      <w:r>
        <w:rPr>
          <w:rFonts w:cs="Calibri"/>
          <w:color w:val="000000"/>
          <w:sz w:val="22"/>
          <w:szCs w:val="22"/>
          <w:lang w:eastAsia="cs-CZ"/>
        </w:rPr>
        <w:t xml:space="preserve"> nebo nesprávně vyplněná</w:t>
      </w:r>
      <w:r w:rsidRPr="00AF1EB3">
        <w:rPr>
          <w:rFonts w:cs="Calibri"/>
          <w:color w:val="000000"/>
          <w:sz w:val="22"/>
          <w:szCs w:val="22"/>
          <w:lang w:eastAsia="cs-CZ"/>
        </w:rPr>
        <w:t xml:space="preserve">, </w:t>
      </w:r>
      <w:r>
        <w:rPr>
          <w:rFonts w:cs="Calibri"/>
          <w:color w:val="000000"/>
          <w:sz w:val="22"/>
          <w:szCs w:val="22"/>
          <w:lang w:eastAsia="cs-CZ"/>
        </w:rPr>
        <w:t>organizace</w:t>
      </w:r>
      <w:bookmarkStart w:id="0" w:name="_GoBack"/>
      <w:bookmarkEnd w:id="0"/>
      <w:r w:rsidRPr="00AF1EB3">
        <w:rPr>
          <w:rFonts w:cs="Calibri"/>
          <w:color w:val="000000"/>
          <w:sz w:val="22"/>
          <w:szCs w:val="22"/>
          <w:lang w:eastAsia="cs-CZ"/>
        </w:rPr>
        <w:t xml:space="preserve"> ji nebude moci zpracovat.</w:t>
      </w: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EF72F0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V (*) dne (*)</w:t>
      </w:r>
    </w:p>
    <w:p w:rsidR="00EF72F0" w:rsidRPr="00CB2D8A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EF72F0" w:rsidRPr="00CB2D8A" w:rsidRDefault="00EF72F0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(P</w:t>
      </w:r>
      <w:r w:rsidRPr="00CB2D8A">
        <w:rPr>
          <w:rFonts w:cs="Calibr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)</w:t>
      </w:r>
    </w:p>
    <w:p w:rsidR="00EF72F0" w:rsidRPr="00CB2D8A" w:rsidRDefault="00EF72F0" w:rsidP="00CB2D8A">
      <w:pPr>
        <w:spacing w:line="276" w:lineRule="auto"/>
        <w:jc w:val="both"/>
        <w:rPr>
          <w:rFonts w:cs="Calibri"/>
          <w:sz w:val="22"/>
          <w:szCs w:val="22"/>
        </w:rPr>
      </w:pPr>
    </w:p>
    <w:sectPr w:rsidR="00EF72F0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ascii="Times New Roman" w:hAnsi="Times New Roman" w:cs="Times New Roman" w:hint="default"/>
      </w:rPr>
    </w:lvl>
    <w:lvl w:ilvl="8">
      <w:start w:val="24"/>
      <w:numFmt w:val="none"/>
      <w:lvlText w:val=""/>
      <w:lvlJc w:val="left"/>
      <w:rPr>
        <w:rFonts w:cs="Times New Roman" w:hint="default"/>
        <w:b w:val="0"/>
        <w:i w:val="0"/>
        <w:color w:val="auto"/>
        <w:sz w:val="22"/>
      </w:rPr>
    </w:lvl>
  </w:abstractNum>
  <w:abstractNum w:abstractNumId="3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A"/>
    <w:rsid w:val="000F5C89"/>
    <w:rsid w:val="001561DA"/>
    <w:rsid w:val="00370079"/>
    <w:rsid w:val="005761F9"/>
    <w:rsid w:val="005A29DA"/>
    <w:rsid w:val="005B662B"/>
    <w:rsid w:val="00947EEC"/>
    <w:rsid w:val="00A73044"/>
    <w:rsid w:val="00A90E45"/>
    <w:rsid w:val="00AF1EB3"/>
    <w:rsid w:val="00B02A83"/>
    <w:rsid w:val="00B20597"/>
    <w:rsid w:val="00B63131"/>
    <w:rsid w:val="00CB2D8A"/>
    <w:rsid w:val="00E526F2"/>
    <w:rsid w:val="00EC70AA"/>
    <w:rsid w:val="00EF72F0"/>
    <w:rsid w:val="00F4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E45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RK">
    <w:name w:val="Heading 1 PRK"/>
    <w:basedOn w:val="Normal"/>
    <w:uiPriority w:val="99"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al"/>
    <w:uiPriority w:val="99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/>
      <w:sz w:val="22"/>
      <w:szCs w:val="22"/>
    </w:rPr>
  </w:style>
  <w:style w:type="paragraph" w:customStyle="1" w:styleId="Heading3PRK">
    <w:name w:val="Heading 3 PRK"/>
    <w:basedOn w:val="Normal"/>
    <w:uiPriority w:val="99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/>
      <w:sz w:val="22"/>
      <w:szCs w:val="22"/>
    </w:rPr>
  </w:style>
  <w:style w:type="paragraph" w:customStyle="1" w:styleId="Heading4PRK">
    <w:name w:val="Heading 4 PRK"/>
    <w:basedOn w:val="Normal"/>
    <w:uiPriority w:val="99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/>
      <w:sz w:val="22"/>
      <w:szCs w:val="22"/>
    </w:rPr>
  </w:style>
  <w:style w:type="paragraph" w:customStyle="1" w:styleId="Heading5PRK">
    <w:name w:val="Heading 5 PRK"/>
    <w:basedOn w:val="Normal"/>
    <w:uiPriority w:val="99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/>
      <w:sz w:val="22"/>
      <w:szCs w:val="22"/>
      <w:lang w:eastAsia="cs-CZ"/>
    </w:rPr>
  </w:style>
  <w:style w:type="paragraph" w:customStyle="1" w:styleId="Heading6PRK">
    <w:name w:val="Heading 6 PRK"/>
    <w:basedOn w:val="Normal"/>
    <w:uiPriority w:val="99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/>
      <w:sz w:val="22"/>
      <w:szCs w:val="22"/>
      <w:lang w:eastAsia="cs-CZ"/>
    </w:rPr>
  </w:style>
  <w:style w:type="paragraph" w:styleId="ListParagraph">
    <w:name w:val="List Paragraph"/>
    <w:basedOn w:val="Normal"/>
    <w:uiPriority w:val="99"/>
    <w:qFormat/>
    <w:rsid w:val="00156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186</Words>
  <Characters>1102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kliment</dc:creator>
  <cp:keywords/>
  <dc:description/>
  <cp:lastModifiedBy>František Ledvinka</cp:lastModifiedBy>
  <cp:revision>4</cp:revision>
  <dcterms:created xsi:type="dcterms:W3CDTF">2018-04-26T19:12:00Z</dcterms:created>
  <dcterms:modified xsi:type="dcterms:W3CDTF">2018-12-11T12:56:00Z</dcterms:modified>
</cp:coreProperties>
</file>